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095AD3C-100F-490C-8F63-FBDD8A9444F7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